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74C" w:rsidRPr="00687DDD" w:rsidRDefault="00D6174C">
      <w:pPr>
        <w:rPr>
          <w:b/>
          <w:sz w:val="40"/>
          <w:szCs w:val="40"/>
        </w:rPr>
      </w:pPr>
      <w:r w:rsidRPr="00687DDD">
        <w:rPr>
          <w:b/>
          <w:sz w:val="40"/>
          <w:szCs w:val="40"/>
        </w:rPr>
        <w:t>¡A la caza del gazapo!</w:t>
      </w:r>
    </w:p>
    <w:p w:rsidR="00D6174C" w:rsidRDefault="00D6174C">
      <w:r w:rsidRPr="00677D19">
        <w:rPr>
          <w:noProof/>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425.25pt;height:318.75pt;visibility:visible">
            <v:imagedata r:id="rId6" o:title=""/>
          </v:shape>
        </w:pict>
      </w:r>
    </w:p>
    <w:p w:rsidR="00D6174C" w:rsidRPr="00901EF2" w:rsidRDefault="00D6174C">
      <w:pPr>
        <w:rPr>
          <w:sz w:val="28"/>
          <w:szCs w:val="28"/>
        </w:rPr>
      </w:pPr>
      <w:r w:rsidRPr="00901EF2">
        <w:rPr>
          <w:sz w:val="28"/>
          <w:szCs w:val="28"/>
        </w:rPr>
        <w:t>NOTA: Ausencia de tilde en la primera sílaba de la palabra “sálvese”.</w:t>
      </w:r>
    </w:p>
    <w:p w:rsidR="00D6174C" w:rsidRPr="00901EF2" w:rsidRDefault="00D6174C" w:rsidP="00901EF2">
      <w:pPr>
        <w:jc w:val="both"/>
        <w:rPr>
          <w:sz w:val="28"/>
          <w:szCs w:val="28"/>
        </w:rPr>
      </w:pPr>
      <w:r w:rsidRPr="00901EF2">
        <w:rPr>
          <w:sz w:val="28"/>
          <w:szCs w:val="28"/>
        </w:rPr>
        <w:t>Desde siempre y, sobre todo, desde que Emilia nos propuso esta tarea, he leído y encontrado errores ortográficos en aquellos soportes que tenemos a pie de calle. Me ha llamado la atención encontrar de forma muy asidua la ausencia de tildes cuando se escribe el texto en mayúscula, de hecho rara vez, si el texto está escrito en mayúsculas, se escribe atendiendo a las normas gramaticales establecidas actualmente.</w:t>
      </w:r>
    </w:p>
    <w:p w:rsidR="00D6174C" w:rsidRPr="00901EF2" w:rsidRDefault="00D6174C" w:rsidP="00901EF2">
      <w:pPr>
        <w:jc w:val="both"/>
        <w:rPr>
          <w:sz w:val="28"/>
          <w:szCs w:val="28"/>
        </w:rPr>
      </w:pPr>
      <w:r w:rsidRPr="00901EF2">
        <w:rPr>
          <w:sz w:val="28"/>
          <w:szCs w:val="28"/>
        </w:rPr>
        <w:t>He elegido esta fotografía por escoger una en concreto, puesto que son numerosas las que he tomado con tales faltas de ortografía.</w:t>
      </w:r>
    </w:p>
    <w:p w:rsidR="00D6174C" w:rsidRPr="00901EF2" w:rsidRDefault="00D6174C">
      <w:pPr>
        <w:rPr>
          <w:sz w:val="28"/>
          <w:szCs w:val="28"/>
        </w:rPr>
      </w:pPr>
    </w:p>
    <w:p w:rsidR="00D6174C" w:rsidRPr="00901EF2" w:rsidRDefault="00D6174C" w:rsidP="00901EF2">
      <w:pPr>
        <w:jc w:val="right"/>
        <w:rPr>
          <w:sz w:val="28"/>
          <w:szCs w:val="28"/>
        </w:rPr>
      </w:pPr>
      <w:r w:rsidRPr="00901EF2">
        <w:rPr>
          <w:sz w:val="28"/>
          <w:szCs w:val="28"/>
        </w:rPr>
        <w:t>Pedro Baeza E</w:t>
      </w:r>
      <w:r>
        <w:rPr>
          <w:sz w:val="28"/>
          <w:szCs w:val="28"/>
        </w:rPr>
        <w:t>scudero</w:t>
      </w:r>
    </w:p>
    <w:sectPr w:rsidR="00D6174C" w:rsidRPr="00901EF2" w:rsidSect="001F4FE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174C" w:rsidRDefault="00D6174C" w:rsidP="00687DDD">
      <w:pPr>
        <w:spacing w:after="0" w:line="240" w:lineRule="auto"/>
      </w:pPr>
      <w:r>
        <w:separator/>
      </w:r>
    </w:p>
  </w:endnote>
  <w:endnote w:type="continuationSeparator" w:id="0">
    <w:p w:rsidR="00D6174C" w:rsidRDefault="00D6174C" w:rsidP="00687D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PMingLiU">
    <w:altName w:val="¡Ps2OcuAe"/>
    <w:panose1 w:val="02010601000101010101"/>
    <w:charset w:val="88"/>
    <w:family w:val="auto"/>
    <w:notTrueType/>
    <w:pitch w:val="variable"/>
    <w:sig w:usb0="00000001" w:usb1="08080000" w:usb2="00000010" w:usb3="00000000" w:csb0="0010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174C" w:rsidRDefault="00D6174C" w:rsidP="00687DDD">
      <w:pPr>
        <w:spacing w:after="0" w:line="240" w:lineRule="auto"/>
      </w:pPr>
      <w:r>
        <w:separator/>
      </w:r>
    </w:p>
  </w:footnote>
  <w:footnote w:type="continuationSeparator" w:id="0">
    <w:p w:rsidR="00D6174C" w:rsidRDefault="00D6174C" w:rsidP="00687DD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7DDD"/>
    <w:rsid w:val="0009613F"/>
    <w:rsid w:val="001C1FFC"/>
    <w:rsid w:val="001F4FE7"/>
    <w:rsid w:val="00285BA7"/>
    <w:rsid w:val="00341B7A"/>
    <w:rsid w:val="003D1EFF"/>
    <w:rsid w:val="004C4E46"/>
    <w:rsid w:val="00566D06"/>
    <w:rsid w:val="00677D19"/>
    <w:rsid w:val="00687DDD"/>
    <w:rsid w:val="00896D6D"/>
    <w:rsid w:val="00901EF2"/>
    <w:rsid w:val="00A43FE6"/>
    <w:rsid w:val="00CA4D2E"/>
    <w:rsid w:val="00D4084D"/>
    <w:rsid w:val="00D6174C"/>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PMingLiU"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FE7"/>
    <w:pPr>
      <w:spacing w:after="200" w:line="276" w:lineRule="auto"/>
    </w:pPr>
    <w:rPr>
      <w:lang w:eastAsia="zh-TW"/>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87D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7DDD"/>
    <w:rPr>
      <w:rFonts w:ascii="Tahoma" w:hAnsi="Tahoma" w:cs="Tahoma"/>
      <w:sz w:val="16"/>
      <w:szCs w:val="16"/>
    </w:rPr>
  </w:style>
  <w:style w:type="paragraph" w:styleId="Header">
    <w:name w:val="header"/>
    <w:basedOn w:val="Normal"/>
    <w:link w:val="HeaderChar"/>
    <w:uiPriority w:val="99"/>
    <w:semiHidden/>
    <w:rsid w:val="00687DDD"/>
    <w:pPr>
      <w:tabs>
        <w:tab w:val="center" w:pos="4252"/>
        <w:tab w:val="right" w:pos="8504"/>
      </w:tabs>
      <w:spacing w:after="0" w:line="240" w:lineRule="auto"/>
    </w:pPr>
  </w:style>
  <w:style w:type="character" w:customStyle="1" w:styleId="HeaderChar">
    <w:name w:val="Header Char"/>
    <w:basedOn w:val="DefaultParagraphFont"/>
    <w:link w:val="Header"/>
    <w:uiPriority w:val="99"/>
    <w:semiHidden/>
    <w:locked/>
    <w:rsid w:val="00687DDD"/>
    <w:rPr>
      <w:rFonts w:cs="Times New Roman"/>
    </w:rPr>
  </w:style>
  <w:style w:type="paragraph" w:styleId="Footer">
    <w:name w:val="footer"/>
    <w:basedOn w:val="Normal"/>
    <w:link w:val="FooterChar"/>
    <w:uiPriority w:val="99"/>
    <w:semiHidden/>
    <w:rsid w:val="00687DDD"/>
    <w:pPr>
      <w:tabs>
        <w:tab w:val="center" w:pos="4252"/>
        <w:tab w:val="right" w:pos="8504"/>
      </w:tabs>
      <w:spacing w:after="0" w:line="240" w:lineRule="auto"/>
    </w:pPr>
  </w:style>
  <w:style w:type="character" w:customStyle="1" w:styleId="FooterChar">
    <w:name w:val="Footer Char"/>
    <w:basedOn w:val="DefaultParagraphFont"/>
    <w:link w:val="Footer"/>
    <w:uiPriority w:val="99"/>
    <w:semiHidden/>
    <w:locked/>
    <w:rsid w:val="00687DDD"/>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101</Words>
  <Characters>561</Characters>
  <Application>Microsoft Office Outlook</Application>
  <DocSecurity>0</DocSecurity>
  <Lines>0</Lines>
  <Paragraphs>0</Paragraphs>
  <ScaleCrop>false</ScaleCrop>
  <Company>Piratas Unidos 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la caza del gazapo</dc:title>
  <dc:subject/>
  <dc:creator>Pedro</dc:creator>
  <cp:keywords/>
  <dc:description/>
  <cp:lastModifiedBy>c</cp:lastModifiedBy>
  <cp:revision>2</cp:revision>
  <dcterms:created xsi:type="dcterms:W3CDTF">2012-04-17T08:01:00Z</dcterms:created>
  <dcterms:modified xsi:type="dcterms:W3CDTF">2012-04-17T08:01:00Z</dcterms:modified>
</cp:coreProperties>
</file>